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30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8"/>
        <w:gridCol w:w="4788"/>
      </w:tblGrid>
      <w:tr w:rsidR="002A23F3" w:rsidRPr="00A32A5A" w:rsidTr="00A32A5A">
        <w:trPr>
          <w:trHeight w:val="530"/>
        </w:trPr>
        <w:tc>
          <w:tcPr>
            <w:tcW w:w="4788" w:type="dxa"/>
          </w:tcPr>
          <w:p w:rsidR="002A23F3" w:rsidRPr="00A32A5A" w:rsidRDefault="002A23F3" w:rsidP="00A32A5A">
            <w:pPr>
              <w:spacing w:after="0" w:line="240" w:lineRule="auto"/>
              <w:jc w:val="center"/>
              <w:rPr>
                <w:b/>
              </w:rPr>
            </w:pPr>
            <w:r w:rsidRPr="00A32A5A">
              <w:rPr>
                <w:b/>
              </w:rPr>
              <w:t>Deposit/s</w:t>
            </w:r>
          </w:p>
          <w:p w:rsidR="002A23F3" w:rsidRPr="00A32A5A" w:rsidRDefault="002A23F3" w:rsidP="00A32A5A">
            <w:pPr>
              <w:spacing w:after="0" w:line="240" w:lineRule="auto"/>
              <w:jc w:val="center"/>
              <w:rPr>
                <w:b/>
              </w:rPr>
            </w:pPr>
            <w:r w:rsidRPr="00A32A5A">
              <w:rPr>
                <w:b/>
              </w:rPr>
              <w:t>(What I learned)</w:t>
            </w:r>
          </w:p>
        </w:tc>
        <w:tc>
          <w:tcPr>
            <w:tcW w:w="4788" w:type="dxa"/>
          </w:tcPr>
          <w:p w:rsidR="002A23F3" w:rsidRPr="00A32A5A" w:rsidRDefault="002A23F3" w:rsidP="00A32A5A">
            <w:pPr>
              <w:spacing w:after="0" w:line="240" w:lineRule="auto"/>
              <w:jc w:val="center"/>
              <w:rPr>
                <w:b/>
              </w:rPr>
            </w:pPr>
            <w:r w:rsidRPr="00A32A5A">
              <w:rPr>
                <w:b/>
              </w:rPr>
              <w:t>Dividends</w:t>
            </w:r>
          </w:p>
          <w:p w:rsidR="002A23F3" w:rsidRPr="00A32A5A" w:rsidRDefault="002A23F3" w:rsidP="00A32A5A">
            <w:pPr>
              <w:spacing w:after="0" w:line="240" w:lineRule="auto"/>
              <w:jc w:val="center"/>
              <w:rPr>
                <w:b/>
              </w:rPr>
            </w:pPr>
            <w:r w:rsidRPr="00A32A5A">
              <w:rPr>
                <w:b/>
              </w:rPr>
              <w:t>(How I use what I learned in my life)</w:t>
            </w:r>
          </w:p>
        </w:tc>
      </w:tr>
      <w:tr w:rsidR="002A23F3" w:rsidRPr="00A32A5A" w:rsidTr="00A32A5A">
        <w:trPr>
          <w:trHeight w:val="4022"/>
        </w:trPr>
        <w:tc>
          <w:tcPr>
            <w:tcW w:w="4788" w:type="dxa"/>
          </w:tcPr>
          <w:p w:rsidR="002A23F3" w:rsidRPr="00A32A5A" w:rsidRDefault="002A23F3" w:rsidP="00A32A5A">
            <w:pPr>
              <w:spacing w:after="0" w:line="360" w:lineRule="auto"/>
              <w:rPr>
                <w:rFonts w:ascii="Times New Roman" w:hAnsi="Times New Roman"/>
                <w:sz w:val="24"/>
                <w:szCs w:val="24"/>
              </w:rPr>
            </w:pPr>
            <w:r w:rsidRPr="00A32A5A">
              <w:rPr>
                <w:rFonts w:ascii="Times New Roman" w:hAnsi="Times New Roman"/>
                <w:sz w:val="24"/>
                <w:szCs w:val="24"/>
              </w:rPr>
              <w:t>Educational Technology is a very wide field which is a process that helps us to analyze and solve problems. It has many definitions that were given by some famous writers that help us and enhance our ideas to gather information in our problems.</w:t>
            </w:r>
          </w:p>
        </w:tc>
        <w:tc>
          <w:tcPr>
            <w:tcW w:w="4788" w:type="dxa"/>
          </w:tcPr>
          <w:p w:rsidR="002A23F3" w:rsidRPr="00A32A5A" w:rsidRDefault="002A23F3" w:rsidP="00A32A5A">
            <w:pPr>
              <w:spacing w:after="0" w:line="360" w:lineRule="auto"/>
              <w:rPr>
                <w:rFonts w:ascii="Times New Roman" w:hAnsi="Times New Roman"/>
                <w:sz w:val="24"/>
                <w:szCs w:val="24"/>
              </w:rPr>
            </w:pPr>
            <w:r w:rsidRPr="00A32A5A">
              <w:rPr>
                <w:rFonts w:ascii="Times New Roman" w:hAnsi="Times New Roman"/>
                <w:sz w:val="24"/>
                <w:szCs w:val="24"/>
              </w:rPr>
              <w:t>By the help of Educational Technology I as student especially being a teacher in the future, I know that there will be a lot problems that I will face and by the help of Educational Technology I can overcome any obstacles by the help of the best solution I will choose.</w:t>
            </w:r>
          </w:p>
        </w:tc>
      </w:tr>
    </w:tbl>
    <w:p w:rsidR="002A23F3" w:rsidRDefault="002A23F3">
      <w:r>
        <w:t>Borromeo, Maria Patricia C.</w:t>
      </w:r>
      <w:r>
        <w:tab/>
      </w:r>
      <w:r>
        <w:tab/>
      </w:r>
      <w:r>
        <w:tab/>
      </w:r>
      <w:r>
        <w:tab/>
      </w:r>
      <w:r>
        <w:tab/>
      </w:r>
      <w:r>
        <w:tab/>
      </w:r>
      <w:r>
        <w:tab/>
        <w:t>July 12, 2012</w:t>
      </w:r>
    </w:p>
    <w:p w:rsidR="002A23F3" w:rsidRDefault="002A23F3">
      <w:r>
        <w:t>BSED-Engl2</w:t>
      </w:r>
    </w:p>
    <w:sectPr w:rsidR="002A23F3" w:rsidSect="000B7C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45DF"/>
    <w:rsid w:val="00003532"/>
    <w:rsid w:val="00086DCF"/>
    <w:rsid w:val="000B7C3B"/>
    <w:rsid w:val="000E55A0"/>
    <w:rsid w:val="00225FD1"/>
    <w:rsid w:val="00286B44"/>
    <w:rsid w:val="002A23F3"/>
    <w:rsid w:val="003C658C"/>
    <w:rsid w:val="004545DF"/>
    <w:rsid w:val="00476C7D"/>
    <w:rsid w:val="004D0E36"/>
    <w:rsid w:val="006C3AB5"/>
    <w:rsid w:val="0092475F"/>
    <w:rsid w:val="00957520"/>
    <w:rsid w:val="00A2791C"/>
    <w:rsid w:val="00A32A5A"/>
    <w:rsid w:val="00AF09C3"/>
    <w:rsid w:val="00BB6CB6"/>
    <w:rsid w:val="00CA421F"/>
    <w:rsid w:val="00CC3B7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C3B"/>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545D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97</Words>
  <Characters>554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Deposit/s</dc:title>
  <dc:subject/>
  <dc:creator>Berni</dc:creator>
  <cp:keywords/>
  <dc:description/>
  <cp:lastModifiedBy>Student</cp:lastModifiedBy>
  <cp:revision>2</cp:revision>
  <dcterms:created xsi:type="dcterms:W3CDTF">2012-07-12T00:32:00Z</dcterms:created>
  <dcterms:modified xsi:type="dcterms:W3CDTF">2012-07-12T00:32:00Z</dcterms:modified>
</cp:coreProperties>
</file>